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BEC" w:rsidRPr="00CE0243" w:rsidRDefault="00437BEC" w:rsidP="005B35CD">
      <w:pPr>
        <w:jc w:val="center"/>
        <w:rPr>
          <w:rFonts w:ascii="Segoe UI Light" w:hAnsi="Segoe UI Light" w:cs="Segoe UI Light"/>
          <w:sz w:val="36"/>
        </w:rPr>
      </w:pPr>
      <w:r w:rsidRPr="00D60F4F">
        <w:rPr>
          <w:rFonts w:ascii="Segoe UI Light" w:hAnsi="Segoe UI Light" w:cs="Segoe UI Light"/>
          <w:sz w:val="36"/>
        </w:rPr>
        <w:t>Set 2: Adding vowel suffixes to words with more than one syllable</w:t>
      </w:r>
    </w:p>
    <w:tbl>
      <w:tblPr>
        <w:tblpPr w:leftFromText="180" w:rightFromText="180" w:vertAnchor="page" w:horzAnchor="margin" w:tblpXSpec="center" w:tblpY="1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69"/>
        <w:gridCol w:w="2310"/>
        <w:gridCol w:w="2311"/>
        <w:gridCol w:w="2311"/>
      </w:tblGrid>
      <w:tr w:rsidR="00437BEC" w:rsidRPr="00E1571E" w:rsidTr="00E1571E">
        <w:tc>
          <w:tcPr>
            <w:tcW w:w="2769" w:type="dxa"/>
          </w:tcPr>
          <w:p w:rsidR="00437BEC" w:rsidRPr="00E1571E" w:rsidRDefault="00437BEC" w:rsidP="00E1571E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E1571E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437BEC" w:rsidRPr="00E1571E" w:rsidRDefault="00437BEC" w:rsidP="00E1571E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E1571E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E1571E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E1571E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437BEC" w:rsidRPr="00E1571E" w:rsidRDefault="00437BEC" w:rsidP="00E1571E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E1571E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E1571E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E1571E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437BEC" w:rsidRPr="00E1571E" w:rsidRDefault="00437BEC" w:rsidP="00E1571E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E1571E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E1571E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E1571E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437BEC" w:rsidRPr="00E1571E" w:rsidTr="00E1571E">
        <w:tc>
          <w:tcPr>
            <w:tcW w:w="2769" w:type="dxa"/>
          </w:tcPr>
          <w:p w:rsidR="00437BEC" w:rsidRPr="00E1571E" w:rsidRDefault="00437BEC" w:rsidP="00E1571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E1571E">
              <w:rPr>
                <w:rFonts w:ascii="Segoe UI Light" w:hAnsi="Segoe UI Light" w:cs="Segoe UI Light"/>
                <w:sz w:val="36"/>
              </w:rPr>
              <w:t>offer</w:t>
            </w:r>
          </w:p>
        </w:tc>
        <w:tc>
          <w:tcPr>
            <w:tcW w:w="2310" w:type="dxa"/>
          </w:tcPr>
          <w:p w:rsidR="00437BEC" w:rsidRPr="00E1571E" w:rsidRDefault="00437BEC" w:rsidP="00E1571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37BEC" w:rsidRPr="00E1571E" w:rsidRDefault="00437BEC" w:rsidP="00E1571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37BEC" w:rsidRPr="00E1571E" w:rsidRDefault="00437BEC" w:rsidP="00E1571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37BEC" w:rsidRPr="00E1571E" w:rsidTr="00E1571E">
        <w:tc>
          <w:tcPr>
            <w:tcW w:w="2769" w:type="dxa"/>
          </w:tcPr>
          <w:p w:rsidR="00437BEC" w:rsidRPr="00E1571E" w:rsidRDefault="00437BEC" w:rsidP="00E1571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E1571E">
              <w:rPr>
                <w:rFonts w:ascii="Segoe UI Light" w:hAnsi="Segoe UI Light" w:cs="Segoe UI Light"/>
                <w:sz w:val="36"/>
              </w:rPr>
              <w:t>offering</w:t>
            </w:r>
          </w:p>
        </w:tc>
        <w:tc>
          <w:tcPr>
            <w:tcW w:w="2310" w:type="dxa"/>
          </w:tcPr>
          <w:p w:rsidR="00437BEC" w:rsidRPr="00E1571E" w:rsidRDefault="00437BEC" w:rsidP="00E1571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37BEC" w:rsidRPr="00E1571E" w:rsidRDefault="00437BEC" w:rsidP="00E1571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37BEC" w:rsidRPr="00E1571E" w:rsidRDefault="00437BEC" w:rsidP="00E1571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37BEC" w:rsidRPr="00E1571E" w:rsidTr="00E1571E">
        <w:tc>
          <w:tcPr>
            <w:tcW w:w="2769" w:type="dxa"/>
          </w:tcPr>
          <w:p w:rsidR="00437BEC" w:rsidRPr="00E1571E" w:rsidRDefault="00437BEC" w:rsidP="00E1571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E1571E">
              <w:rPr>
                <w:rFonts w:ascii="Segoe UI Light" w:hAnsi="Segoe UI Light" w:cs="Segoe UI Light"/>
                <w:sz w:val="36"/>
              </w:rPr>
              <w:t>garden</w:t>
            </w:r>
          </w:p>
        </w:tc>
        <w:tc>
          <w:tcPr>
            <w:tcW w:w="2310" w:type="dxa"/>
          </w:tcPr>
          <w:p w:rsidR="00437BEC" w:rsidRPr="00E1571E" w:rsidRDefault="00437BEC" w:rsidP="00E1571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37BEC" w:rsidRPr="00E1571E" w:rsidRDefault="00437BEC" w:rsidP="00E1571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37BEC" w:rsidRPr="00E1571E" w:rsidRDefault="00437BEC" w:rsidP="00E1571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37BEC" w:rsidRPr="00E1571E" w:rsidTr="00E1571E">
        <w:tc>
          <w:tcPr>
            <w:tcW w:w="2769" w:type="dxa"/>
          </w:tcPr>
          <w:p w:rsidR="00437BEC" w:rsidRPr="00E1571E" w:rsidRDefault="00437BEC" w:rsidP="00E1571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E1571E">
              <w:rPr>
                <w:rFonts w:ascii="Segoe UI Light" w:hAnsi="Segoe UI Light" w:cs="Segoe UI Light"/>
                <w:sz w:val="36"/>
                <w:szCs w:val="36"/>
              </w:rPr>
              <w:t>gardener</w:t>
            </w:r>
          </w:p>
        </w:tc>
        <w:tc>
          <w:tcPr>
            <w:tcW w:w="2310" w:type="dxa"/>
          </w:tcPr>
          <w:p w:rsidR="00437BEC" w:rsidRPr="00E1571E" w:rsidRDefault="00437BEC" w:rsidP="00E1571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37BEC" w:rsidRPr="00E1571E" w:rsidRDefault="00437BEC" w:rsidP="00E1571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37BEC" w:rsidRPr="00E1571E" w:rsidRDefault="00437BEC" w:rsidP="00E1571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37BEC" w:rsidRPr="00E1571E" w:rsidTr="00E1571E">
        <w:tc>
          <w:tcPr>
            <w:tcW w:w="2769" w:type="dxa"/>
          </w:tcPr>
          <w:p w:rsidR="00437BEC" w:rsidRPr="00E1571E" w:rsidRDefault="00437BEC" w:rsidP="00E1571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E1571E">
              <w:rPr>
                <w:rFonts w:ascii="Segoe UI Light" w:hAnsi="Segoe UI Light" w:cs="Segoe UI Light"/>
                <w:sz w:val="36"/>
              </w:rPr>
              <w:t>frighten</w:t>
            </w:r>
          </w:p>
        </w:tc>
        <w:tc>
          <w:tcPr>
            <w:tcW w:w="2310" w:type="dxa"/>
          </w:tcPr>
          <w:p w:rsidR="00437BEC" w:rsidRPr="00E1571E" w:rsidRDefault="00437BEC" w:rsidP="00E1571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37BEC" w:rsidRPr="00E1571E" w:rsidRDefault="00437BEC" w:rsidP="00E1571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37BEC" w:rsidRPr="00E1571E" w:rsidRDefault="00437BEC" w:rsidP="00E1571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37BEC" w:rsidRPr="00E1571E" w:rsidTr="00E1571E">
        <w:tc>
          <w:tcPr>
            <w:tcW w:w="2769" w:type="dxa"/>
          </w:tcPr>
          <w:p w:rsidR="00437BEC" w:rsidRPr="00E1571E" w:rsidRDefault="00437BEC" w:rsidP="00E1571E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 w:rsidRPr="00E1571E">
              <w:rPr>
                <w:rFonts w:ascii="Segoe UI Light" w:hAnsi="Segoe UI Light" w:cs="Segoe UI Light"/>
                <w:b w:val="0"/>
                <w:bCs w:val="0"/>
                <w:color w:val="000000"/>
              </w:rPr>
              <w:t>frightened</w:t>
            </w:r>
          </w:p>
        </w:tc>
        <w:tc>
          <w:tcPr>
            <w:tcW w:w="2310" w:type="dxa"/>
          </w:tcPr>
          <w:p w:rsidR="00437BEC" w:rsidRPr="00E1571E" w:rsidRDefault="00437BEC" w:rsidP="00E1571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37BEC" w:rsidRPr="00E1571E" w:rsidRDefault="00437BEC" w:rsidP="00E1571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37BEC" w:rsidRPr="00E1571E" w:rsidRDefault="00437BEC" w:rsidP="00E1571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37BEC" w:rsidRPr="00E1571E" w:rsidTr="00E1571E">
        <w:tc>
          <w:tcPr>
            <w:tcW w:w="2769" w:type="dxa"/>
          </w:tcPr>
          <w:p w:rsidR="00437BEC" w:rsidRPr="00E1571E" w:rsidRDefault="00437BEC" w:rsidP="00E1571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E1571E">
              <w:rPr>
                <w:rFonts w:ascii="Segoe UI Light" w:hAnsi="Segoe UI Light" w:cs="Segoe UI Light"/>
                <w:sz w:val="36"/>
              </w:rPr>
              <w:t>perform</w:t>
            </w:r>
          </w:p>
        </w:tc>
        <w:tc>
          <w:tcPr>
            <w:tcW w:w="2310" w:type="dxa"/>
          </w:tcPr>
          <w:p w:rsidR="00437BEC" w:rsidRPr="00E1571E" w:rsidRDefault="00437BEC" w:rsidP="00E1571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37BEC" w:rsidRPr="00E1571E" w:rsidRDefault="00437BEC" w:rsidP="00E1571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37BEC" w:rsidRPr="00E1571E" w:rsidRDefault="00437BEC" w:rsidP="00E1571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37BEC" w:rsidRPr="00E1571E" w:rsidTr="00E1571E">
        <w:tc>
          <w:tcPr>
            <w:tcW w:w="2769" w:type="dxa"/>
          </w:tcPr>
          <w:p w:rsidR="00437BEC" w:rsidRPr="00E1571E" w:rsidRDefault="00437BEC" w:rsidP="00E1571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E1571E">
              <w:rPr>
                <w:rFonts w:ascii="Segoe UI Light" w:hAnsi="Segoe UI Light" w:cs="Segoe UI Light"/>
                <w:sz w:val="36"/>
              </w:rPr>
              <w:t>performing</w:t>
            </w:r>
          </w:p>
        </w:tc>
        <w:tc>
          <w:tcPr>
            <w:tcW w:w="2310" w:type="dxa"/>
          </w:tcPr>
          <w:p w:rsidR="00437BEC" w:rsidRPr="00E1571E" w:rsidRDefault="00437BEC" w:rsidP="00E1571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37BEC" w:rsidRPr="00E1571E" w:rsidRDefault="00437BEC" w:rsidP="00E1571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37BEC" w:rsidRPr="00E1571E" w:rsidRDefault="00437BEC" w:rsidP="00E1571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37BEC" w:rsidRPr="00E1571E" w:rsidTr="00E1571E">
        <w:tc>
          <w:tcPr>
            <w:tcW w:w="2769" w:type="dxa"/>
          </w:tcPr>
          <w:p w:rsidR="00437BEC" w:rsidRPr="00E1571E" w:rsidRDefault="00437BEC" w:rsidP="00E1571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E1571E">
              <w:rPr>
                <w:rFonts w:ascii="Segoe UI Light" w:hAnsi="Segoe UI Light" w:cs="Segoe UI Light"/>
                <w:sz w:val="36"/>
              </w:rPr>
              <w:t>flower</w:t>
            </w:r>
          </w:p>
        </w:tc>
        <w:tc>
          <w:tcPr>
            <w:tcW w:w="2310" w:type="dxa"/>
          </w:tcPr>
          <w:p w:rsidR="00437BEC" w:rsidRPr="00E1571E" w:rsidRDefault="00437BEC" w:rsidP="00E1571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37BEC" w:rsidRPr="00E1571E" w:rsidRDefault="00437BEC" w:rsidP="00E1571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37BEC" w:rsidRPr="00E1571E" w:rsidRDefault="00437BEC" w:rsidP="00E1571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37BEC" w:rsidRPr="00E1571E" w:rsidTr="00E1571E">
        <w:tc>
          <w:tcPr>
            <w:tcW w:w="2769" w:type="dxa"/>
          </w:tcPr>
          <w:p w:rsidR="00437BEC" w:rsidRPr="00E1571E" w:rsidRDefault="00437BEC" w:rsidP="00E1571E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 w:rsidRPr="00E1571E">
              <w:rPr>
                <w:rFonts w:ascii="Segoe UI Light" w:hAnsi="Segoe UI Light" w:cs="Segoe UI Light"/>
                <w:b w:val="0"/>
                <w:bCs w:val="0"/>
                <w:color w:val="000000"/>
              </w:rPr>
              <w:t>flower</w:t>
            </w:r>
            <w:bookmarkStart w:id="0" w:name="_GoBack"/>
            <w:bookmarkEnd w:id="0"/>
            <w:r w:rsidRPr="00E1571E">
              <w:rPr>
                <w:rFonts w:ascii="Segoe UI Light" w:hAnsi="Segoe UI Light" w:cs="Segoe UI Light"/>
                <w:b w:val="0"/>
                <w:bCs w:val="0"/>
                <w:color w:val="000000"/>
              </w:rPr>
              <w:t>ing</w:t>
            </w:r>
          </w:p>
        </w:tc>
        <w:tc>
          <w:tcPr>
            <w:tcW w:w="2310" w:type="dxa"/>
          </w:tcPr>
          <w:p w:rsidR="00437BEC" w:rsidRPr="00E1571E" w:rsidRDefault="00437BEC" w:rsidP="00E1571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37BEC" w:rsidRPr="00E1571E" w:rsidRDefault="00437BEC" w:rsidP="00E1571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37BEC" w:rsidRPr="00E1571E" w:rsidRDefault="00437BEC" w:rsidP="00E1571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</w:tbl>
    <w:p w:rsidR="00437BEC" w:rsidRPr="00F07B5A" w:rsidRDefault="00437BEC">
      <w:pPr>
        <w:rPr>
          <w:rFonts w:ascii="Segoe UI Light" w:hAnsi="Segoe UI Light" w:cs="Segoe UI Light"/>
          <w:sz w:val="36"/>
          <w:szCs w:val="36"/>
        </w:rPr>
      </w:pPr>
    </w:p>
    <w:sectPr w:rsidR="00437BEC" w:rsidRPr="00F07B5A" w:rsidSect="00C65D11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BEC" w:rsidRDefault="00437BEC">
      <w:r>
        <w:separator/>
      </w:r>
    </w:p>
  </w:endnote>
  <w:endnote w:type="continuationSeparator" w:id="0">
    <w:p w:rsidR="00437BEC" w:rsidRDefault="00437B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BEC" w:rsidRPr="007B1928" w:rsidRDefault="00437BEC" w:rsidP="001703DA">
    <w:pPr>
      <w:pStyle w:val="Footer"/>
      <w:rPr>
        <w:sz w:val="24"/>
        <w:szCs w:val="24"/>
      </w:rPr>
    </w:pPr>
    <w:r w:rsidRPr="007B1928">
      <w:rPr>
        <w:sz w:val="24"/>
        <w:szCs w:val="24"/>
      </w:rPr>
      <w:t>Swaffield Primary School 2014</w:t>
    </w:r>
  </w:p>
  <w:p w:rsidR="00437BEC" w:rsidRDefault="00437BE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BEC" w:rsidRDefault="00437BEC">
      <w:r>
        <w:separator/>
      </w:r>
    </w:p>
  </w:footnote>
  <w:footnote w:type="continuationSeparator" w:id="0">
    <w:p w:rsidR="00437BEC" w:rsidRDefault="00437B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717F2"/>
    <w:rsid w:val="000A4078"/>
    <w:rsid w:val="000D68B6"/>
    <w:rsid w:val="0011235B"/>
    <w:rsid w:val="001703DA"/>
    <w:rsid w:val="001B1BB7"/>
    <w:rsid w:val="001D28B2"/>
    <w:rsid w:val="00231321"/>
    <w:rsid w:val="00235594"/>
    <w:rsid w:val="00253CB0"/>
    <w:rsid w:val="002913D2"/>
    <w:rsid w:val="002F2831"/>
    <w:rsid w:val="003068BA"/>
    <w:rsid w:val="003307A2"/>
    <w:rsid w:val="0034462B"/>
    <w:rsid w:val="003943D9"/>
    <w:rsid w:val="003A498D"/>
    <w:rsid w:val="003A7F62"/>
    <w:rsid w:val="0041764F"/>
    <w:rsid w:val="00420E7A"/>
    <w:rsid w:val="00437BEC"/>
    <w:rsid w:val="00451747"/>
    <w:rsid w:val="00462340"/>
    <w:rsid w:val="0047379F"/>
    <w:rsid w:val="00493A32"/>
    <w:rsid w:val="004A72FC"/>
    <w:rsid w:val="004D2482"/>
    <w:rsid w:val="00550399"/>
    <w:rsid w:val="005B06F6"/>
    <w:rsid w:val="005B35CD"/>
    <w:rsid w:val="005F2137"/>
    <w:rsid w:val="00607F53"/>
    <w:rsid w:val="00615DE4"/>
    <w:rsid w:val="00634FAB"/>
    <w:rsid w:val="00652B21"/>
    <w:rsid w:val="00655063"/>
    <w:rsid w:val="006912C6"/>
    <w:rsid w:val="006A1C7F"/>
    <w:rsid w:val="006A2188"/>
    <w:rsid w:val="007606DF"/>
    <w:rsid w:val="00760AE0"/>
    <w:rsid w:val="00776EEF"/>
    <w:rsid w:val="00796625"/>
    <w:rsid w:val="007B1928"/>
    <w:rsid w:val="007B641D"/>
    <w:rsid w:val="00874E9C"/>
    <w:rsid w:val="00886C0C"/>
    <w:rsid w:val="008B1CED"/>
    <w:rsid w:val="008B3CA7"/>
    <w:rsid w:val="008D72A7"/>
    <w:rsid w:val="008E2DF9"/>
    <w:rsid w:val="008F6B43"/>
    <w:rsid w:val="009C6766"/>
    <w:rsid w:val="00A806E2"/>
    <w:rsid w:val="00B31C91"/>
    <w:rsid w:val="00B47958"/>
    <w:rsid w:val="00B94746"/>
    <w:rsid w:val="00C612DE"/>
    <w:rsid w:val="00C65D11"/>
    <w:rsid w:val="00C806C9"/>
    <w:rsid w:val="00C81C52"/>
    <w:rsid w:val="00CD1022"/>
    <w:rsid w:val="00CD7AFE"/>
    <w:rsid w:val="00CE0243"/>
    <w:rsid w:val="00CF4789"/>
    <w:rsid w:val="00CF7B1F"/>
    <w:rsid w:val="00D37ABB"/>
    <w:rsid w:val="00D60F4F"/>
    <w:rsid w:val="00DB3634"/>
    <w:rsid w:val="00DB6F33"/>
    <w:rsid w:val="00E1571E"/>
    <w:rsid w:val="00ED1D79"/>
    <w:rsid w:val="00EF44BD"/>
    <w:rsid w:val="00F07B5A"/>
    <w:rsid w:val="00F2332B"/>
    <w:rsid w:val="00F74158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703D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46BB"/>
    <w:rPr>
      <w:lang w:eastAsia="en-US"/>
    </w:rPr>
  </w:style>
  <w:style w:type="paragraph" w:styleId="Footer">
    <w:name w:val="footer"/>
    <w:basedOn w:val="Normal"/>
    <w:link w:val="FooterChar"/>
    <w:uiPriority w:val="99"/>
    <w:rsid w:val="001703D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46BB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976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6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6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34</Words>
  <Characters>194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3</cp:revision>
  <dcterms:created xsi:type="dcterms:W3CDTF">2013-12-08T12:20:00Z</dcterms:created>
  <dcterms:modified xsi:type="dcterms:W3CDTF">2014-07-09T13:11:00Z</dcterms:modified>
</cp:coreProperties>
</file>